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99086" w14:textId="2BB42DCB" w:rsidR="00071526" w:rsidRPr="00071526" w:rsidRDefault="00071526" w:rsidP="00071526"/>
    <w:p w14:paraId="415A3E38" w14:textId="0184D217" w:rsidR="002A7740" w:rsidRPr="00086D5A" w:rsidRDefault="002A7740" w:rsidP="002A7740">
      <w:pPr>
        <w:tabs>
          <w:tab w:val="left" w:pos="5410"/>
        </w:tabs>
        <w:rPr>
          <w:rFonts w:ascii="Arial" w:hAnsi="Arial" w:cs="Arial"/>
        </w:rPr>
      </w:pPr>
      <w:r w:rsidRPr="00867F3C">
        <w:rPr>
          <w:rFonts w:ascii="Arial" w:hAnsi="Arial" w:cs="Arial"/>
        </w:rPr>
        <w:t>Nome: ___________________________________ Data: _________________</w:t>
      </w:r>
      <w:r>
        <w:rPr>
          <w:rFonts w:ascii="Arial" w:hAnsi="Arial" w:cs="Arial"/>
        </w:rPr>
        <w:br/>
      </w:r>
    </w:p>
    <w:p w14:paraId="3E11C682" w14:textId="6810B139" w:rsidR="00CD1AAC" w:rsidRDefault="00CD1AAC" w:rsidP="00CD1AAC">
      <w:pPr>
        <w:spacing w:line="360" w:lineRule="auto"/>
        <w:jc w:val="both"/>
        <w:rPr>
          <w:rFonts w:ascii="Arial" w:hAnsi="Arial" w:cs="Arial"/>
        </w:rPr>
      </w:pP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BD6B03" wp14:editId="232739D7">
                <wp:simplePos x="0" y="0"/>
                <wp:positionH relativeFrom="column">
                  <wp:posOffset>-629920</wp:posOffset>
                </wp:positionH>
                <wp:positionV relativeFrom="paragraph">
                  <wp:posOffset>30480</wp:posOffset>
                </wp:positionV>
                <wp:extent cx="6632575" cy="508635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2575" cy="508635"/>
                        </a:xfrm>
                        <a:prstGeom prst="rect">
                          <a:avLst/>
                        </a:prstGeom>
                        <a:solidFill>
                          <a:srgbClr val="1F62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8D838D" w14:textId="7D9C87FF" w:rsidR="00071526" w:rsidRPr="004B4EC8" w:rsidRDefault="008F564A" w:rsidP="0007152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Desenhar computadores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D6B03" id="Retângulo 32" o:spid="_x0000_s1026" style="position:absolute;left:0;text-align:left;margin-left:-49.6pt;margin-top:2.4pt;width:522.25pt;height:4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" fillcolor="#1f628e" stroked="f" strokeweight="1pt">
                <v:textbox>
                  <w:txbxContent>
                    <w:p w14:paraId="7E8D838D" w14:textId="7D9C87FF" w:rsidR="00071526" w:rsidRPr="004B4EC8" w:rsidRDefault="008F564A" w:rsidP="00071526">
                      <w:pPr>
                        <w:jc w:val="right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Desenhar computadores</w:t>
                      </w:r>
                    </w:p>
                  </w:txbxContent>
                </v:textbox>
              </v:rect>
            </w:pict>
          </mc:Fallback>
        </mc:AlternateContent>
      </w: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1CF3A6" wp14:editId="32E2B051">
                <wp:simplePos x="0" y="0"/>
                <wp:positionH relativeFrom="column">
                  <wp:posOffset>-492760</wp:posOffset>
                </wp:positionH>
                <wp:positionV relativeFrom="paragraph">
                  <wp:posOffset>102870</wp:posOffset>
                </wp:positionV>
                <wp:extent cx="922020" cy="362585"/>
                <wp:effectExtent l="0" t="0" r="5080" b="5715"/>
                <wp:wrapNone/>
                <wp:docPr id="33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362585"/>
                        </a:xfrm>
                        <a:prstGeom prst="rect">
                          <a:avLst/>
                        </a:prstGeom>
                        <a:solidFill>
                          <a:srgbClr val="A7B9C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2C866" w14:textId="584CBF20" w:rsidR="00071526" w:rsidRDefault="00DB5100" w:rsidP="00071526">
                            <w:pPr>
                              <w:jc w:val="center"/>
                            </w:pPr>
                            <w:r>
                              <w:t>Offline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1CF3A6" id="Retângulo 33" o:spid="_x0000_s1027" style="position:absolute;left:0;text-align:left;margin-left:-38.8pt;margin-top:8.1pt;width:72.6pt;height:28.5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" fillcolor="#a7b9cb" stroked="f" strokeweight="1pt">
                <v:textbox>
                  <w:txbxContent>
                    <w:p w14:paraId="1A72C866" w14:textId="584CBF20" w:rsidR="00071526" w:rsidRDefault="00DB5100" w:rsidP="00071526">
                      <w:pPr>
                        <w:jc w:val="center"/>
                      </w:pPr>
                      <w:r>
                        <w:t>Offline</w:t>
                      </w:r>
                    </w:p>
                  </w:txbxContent>
                </v:textbox>
              </v:rect>
            </w:pict>
          </mc:Fallback>
        </mc:AlternateContent>
      </w:r>
      <w:r>
        <w:br/>
      </w:r>
      <w:r>
        <w:br/>
      </w:r>
    </w:p>
    <w:p w14:paraId="04DED8FB" w14:textId="08D027D1" w:rsidR="00F275F5" w:rsidRDefault="00901861" w:rsidP="00F275F5">
      <w:pPr>
        <w:spacing w:line="360" w:lineRule="auto"/>
        <w:jc w:val="both"/>
        <w:rPr>
          <w:rFonts w:ascii="Times New Roman" w:eastAsia="Times New Roman" w:hAnsi="Times New Roman" w:cs="Times New Roman"/>
          <w:lang w:eastAsia="pt-PT"/>
        </w:rPr>
      </w:pPr>
      <w:r>
        <w:rPr>
          <w:rFonts w:ascii="Arial" w:hAnsi="Arial" w:cs="Arial"/>
        </w:rPr>
        <w:t>1</w:t>
      </w:r>
      <w:r w:rsidR="00CF3BFA">
        <w:rPr>
          <w:rFonts w:ascii="Arial" w:hAnsi="Arial" w:cs="Arial"/>
        </w:rPr>
        <w:t xml:space="preserve">. </w:t>
      </w:r>
      <w:r w:rsidR="00915ABB">
        <w:rPr>
          <w:rFonts w:ascii="Arial" w:hAnsi="Arial" w:cs="Arial"/>
        </w:rPr>
        <w:t>Que outro tipo de computadores conheces</w:t>
      </w:r>
      <w:r w:rsidR="007F618B">
        <w:rPr>
          <w:rFonts w:ascii="Arial" w:hAnsi="Arial" w:cs="Arial"/>
        </w:rPr>
        <w:t>,</w:t>
      </w:r>
      <w:r w:rsidR="00915ABB">
        <w:rPr>
          <w:rFonts w:ascii="Arial" w:hAnsi="Arial" w:cs="Arial"/>
        </w:rPr>
        <w:t xml:space="preserve"> para além do telemóvel, tablet ou </w:t>
      </w:r>
      <w:r w:rsidR="007F618B">
        <w:rPr>
          <w:rFonts w:ascii="Arial" w:hAnsi="Arial" w:cs="Arial"/>
        </w:rPr>
        <w:t xml:space="preserve">do </w:t>
      </w:r>
      <w:r w:rsidR="00915ABB">
        <w:rPr>
          <w:rFonts w:ascii="Arial" w:hAnsi="Arial" w:cs="Arial"/>
        </w:rPr>
        <w:t xml:space="preserve">computador portátil? Desenha 3 e com a ajuda </w:t>
      </w:r>
      <w:r w:rsidR="007F618B">
        <w:rPr>
          <w:rFonts w:ascii="Arial" w:hAnsi="Arial" w:cs="Arial"/>
        </w:rPr>
        <w:t>do/da teu/tua professor/a escreve o respetivo nome.</w:t>
      </w:r>
    </w:p>
    <w:p w14:paraId="71D72E6E" w14:textId="1AEF823A" w:rsidR="00F275F5" w:rsidRDefault="00F275F5" w:rsidP="00F275F5">
      <w:pPr>
        <w:spacing w:line="360" w:lineRule="auto"/>
        <w:jc w:val="both"/>
        <w:rPr>
          <w:rFonts w:ascii="Times New Roman" w:eastAsia="Times New Roman" w:hAnsi="Times New Roman" w:cs="Times New Roman"/>
          <w:lang w:eastAsia="pt-PT"/>
        </w:rPr>
      </w:pPr>
    </w:p>
    <w:tbl>
      <w:tblPr>
        <w:tblStyle w:val="TabelacomGrelha"/>
        <w:tblpPr w:leftFromText="141" w:rightFromText="141" w:vertAnchor="text" w:horzAnchor="page" w:tblpX="370" w:tblpY="441"/>
        <w:tblW w:w="11117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3705"/>
        <w:gridCol w:w="3706"/>
        <w:gridCol w:w="3706"/>
      </w:tblGrid>
      <w:tr w:rsidR="007F618B" w14:paraId="6F65C280" w14:textId="77777777" w:rsidTr="007F618B">
        <w:trPr>
          <w:trHeight w:val="6153"/>
        </w:trPr>
        <w:tc>
          <w:tcPr>
            <w:tcW w:w="3705" w:type="dxa"/>
          </w:tcPr>
          <w:p w14:paraId="726C1E34" w14:textId="77777777" w:rsidR="00915ABB" w:rsidRDefault="00915ABB" w:rsidP="00915AB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706" w:type="dxa"/>
          </w:tcPr>
          <w:p w14:paraId="38CFAE52" w14:textId="77777777" w:rsidR="00915ABB" w:rsidRDefault="00915ABB" w:rsidP="00915AB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706" w:type="dxa"/>
          </w:tcPr>
          <w:p w14:paraId="125F5C54" w14:textId="77777777" w:rsidR="00915ABB" w:rsidRDefault="00915ABB" w:rsidP="00915AB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7F618B" w14:paraId="4E89FD94" w14:textId="77777777" w:rsidTr="007F618B">
        <w:trPr>
          <w:trHeight w:val="912"/>
        </w:trPr>
        <w:tc>
          <w:tcPr>
            <w:tcW w:w="3705" w:type="dxa"/>
          </w:tcPr>
          <w:p w14:paraId="2DE3AD59" w14:textId="77777777" w:rsidR="00915ABB" w:rsidRDefault="00915ABB" w:rsidP="00915AB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706" w:type="dxa"/>
          </w:tcPr>
          <w:p w14:paraId="127E0B1F" w14:textId="77777777" w:rsidR="00915ABB" w:rsidRDefault="00915ABB" w:rsidP="00915AB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706" w:type="dxa"/>
          </w:tcPr>
          <w:p w14:paraId="087D6B4C" w14:textId="77777777" w:rsidR="00915ABB" w:rsidRDefault="00915ABB" w:rsidP="00915AB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53C7EB52" w14:textId="543D1B2D" w:rsidR="00FF0425" w:rsidRDefault="00F275F5" w:rsidP="00F275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14:paraId="4B09ACA3" w14:textId="08E94D09" w:rsidR="001D2BF0" w:rsidRDefault="001D2BF0" w:rsidP="007F618B">
      <w:pPr>
        <w:tabs>
          <w:tab w:val="left" w:pos="921"/>
        </w:tabs>
        <w:spacing w:line="360" w:lineRule="auto"/>
        <w:jc w:val="both"/>
        <w:rPr>
          <w:rFonts w:ascii="Arial" w:hAnsi="Arial" w:cs="Arial"/>
        </w:rPr>
      </w:pPr>
    </w:p>
    <w:p w14:paraId="411742FD" w14:textId="6D6B6836" w:rsidR="001D2BF0" w:rsidRDefault="00F275F5" w:rsidP="001D2BF0">
      <w:pPr>
        <w:spacing w:line="360" w:lineRule="auto"/>
        <w:jc w:val="both"/>
        <w:rPr>
          <w:rFonts w:ascii="Times New Roman" w:eastAsia="Times New Roman" w:hAnsi="Times New Roman" w:cs="Times New Roman"/>
          <w:lang w:eastAsia="pt-PT"/>
        </w:rPr>
      </w:pPr>
      <w:r>
        <w:rPr>
          <w:rFonts w:ascii="Arial" w:hAnsi="Arial" w:cs="Arial"/>
        </w:rPr>
        <w:br/>
      </w:r>
    </w:p>
    <w:sectPr w:rsidR="001D2BF0" w:rsidSect="002A7740">
      <w:footerReference w:type="default" r:id="rId7"/>
      <w:footerReference w:type="first" r:id="rId8"/>
      <w:pgSz w:w="11900" w:h="16840"/>
      <w:pgMar w:top="64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BBB14" w14:textId="77777777" w:rsidR="00C20914" w:rsidRDefault="00C20914" w:rsidP="00071526">
      <w:r>
        <w:separator/>
      </w:r>
    </w:p>
  </w:endnote>
  <w:endnote w:type="continuationSeparator" w:id="0">
    <w:p w14:paraId="18D3A6A6" w14:textId="77777777" w:rsidR="00C20914" w:rsidRDefault="00C20914" w:rsidP="0007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40A4" w14:textId="488F2C02" w:rsidR="00CD1AAC" w:rsidRDefault="008F344A" w:rsidP="00CD1AAC">
    <w:pPr>
      <w:pStyle w:val="Rodap"/>
      <w:pBdr>
        <w:top w:val="single" w:sz="48" w:space="1" w:color="1F628E"/>
      </w:pBdr>
    </w:pPr>
    <w:r>
      <w:t>O agricultor</w:t>
    </w:r>
  </w:p>
  <w:p w14:paraId="4E8AAC98" w14:textId="784866EF" w:rsidR="00CD1AAC" w:rsidRDefault="00402EAE">
    <w:pPr>
      <w:pStyle w:val="Rodap"/>
    </w:pPr>
    <w:r>
      <w:t>1.º/2</w:t>
    </w:r>
    <w:r w:rsidR="00CD1AAC">
      <w:t>º Ano | Ciências da Computação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F8B6" w14:textId="5CA21BE7" w:rsidR="0035214F" w:rsidRDefault="001D297D" w:rsidP="0035214F">
    <w:pPr>
      <w:pStyle w:val="Rodap"/>
      <w:pBdr>
        <w:top w:val="single" w:sz="48" w:space="1" w:color="1F628E"/>
      </w:pBdr>
    </w:pPr>
    <w:r>
      <w:t>Desenhar computadores</w:t>
    </w:r>
  </w:p>
  <w:p w14:paraId="7D215F7B" w14:textId="321F27FE" w:rsidR="0035214F" w:rsidRDefault="0035214F">
    <w:pPr>
      <w:pStyle w:val="Rodap"/>
    </w:pPr>
    <w:r>
      <w:t xml:space="preserve">1.º / 2.º Ano | </w:t>
    </w:r>
    <w:r w:rsidR="00A202E8" w:rsidRPr="00A202E8">
      <w:t>Ciências da Computação na Região Autónoma da Madeira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29379" w14:textId="77777777" w:rsidR="00C20914" w:rsidRDefault="00C20914" w:rsidP="00071526">
      <w:r>
        <w:separator/>
      </w:r>
    </w:p>
  </w:footnote>
  <w:footnote w:type="continuationSeparator" w:id="0">
    <w:p w14:paraId="7E5B7401" w14:textId="77777777" w:rsidR="00C20914" w:rsidRDefault="00C20914" w:rsidP="00071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E9D"/>
    <w:rsid w:val="000019B0"/>
    <w:rsid w:val="000118A8"/>
    <w:rsid w:val="00033F80"/>
    <w:rsid w:val="00045E67"/>
    <w:rsid w:val="000464AC"/>
    <w:rsid w:val="00055A6A"/>
    <w:rsid w:val="00071526"/>
    <w:rsid w:val="000725A5"/>
    <w:rsid w:val="00080F9A"/>
    <w:rsid w:val="000B27A7"/>
    <w:rsid w:val="000F1D10"/>
    <w:rsid w:val="000F5997"/>
    <w:rsid w:val="00140432"/>
    <w:rsid w:val="0018247E"/>
    <w:rsid w:val="00185955"/>
    <w:rsid w:val="00186E9D"/>
    <w:rsid w:val="001C3DD4"/>
    <w:rsid w:val="001C663F"/>
    <w:rsid w:val="001D297D"/>
    <w:rsid w:val="001D2BF0"/>
    <w:rsid w:val="001F4D9B"/>
    <w:rsid w:val="001F5205"/>
    <w:rsid w:val="002058B1"/>
    <w:rsid w:val="00237EFF"/>
    <w:rsid w:val="002578E6"/>
    <w:rsid w:val="00274B41"/>
    <w:rsid w:val="0029238C"/>
    <w:rsid w:val="002A7740"/>
    <w:rsid w:val="002B6229"/>
    <w:rsid w:val="003039D7"/>
    <w:rsid w:val="00314B31"/>
    <w:rsid w:val="003377C3"/>
    <w:rsid w:val="00340B78"/>
    <w:rsid w:val="0035214F"/>
    <w:rsid w:val="00356E37"/>
    <w:rsid w:val="00384D0A"/>
    <w:rsid w:val="00387D60"/>
    <w:rsid w:val="00402EAE"/>
    <w:rsid w:val="00417D80"/>
    <w:rsid w:val="00423A0A"/>
    <w:rsid w:val="004348CD"/>
    <w:rsid w:val="0044558A"/>
    <w:rsid w:val="004A1C06"/>
    <w:rsid w:val="004D0F77"/>
    <w:rsid w:val="004D671D"/>
    <w:rsid w:val="004F4917"/>
    <w:rsid w:val="00503E78"/>
    <w:rsid w:val="00567F3D"/>
    <w:rsid w:val="005D0521"/>
    <w:rsid w:val="005F0D35"/>
    <w:rsid w:val="00640549"/>
    <w:rsid w:val="00646F3F"/>
    <w:rsid w:val="006D77FC"/>
    <w:rsid w:val="006E53B4"/>
    <w:rsid w:val="00723B6A"/>
    <w:rsid w:val="007348B5"/>
    <w:rsid w:val="00763354"/>
    <w:rsid w:val="00771955"/>
    <w:rsid w:val="00781BD4"/>
    <w:rsid w:val="00791C3A"/>
    <w:rsid w:val="00797BAB"/>
    <w:rsid w:val="007D406E"/>
    <w:rsid w:val="007D42EF"/>
    <w:rsid w:val="007F618B"/>
    <w:rsid w:val="00806FCA"/>
    <w:rsid w:val="00830C52"/>
    <w:rsid w:val="0084498A"/>
    <w:rsid w:val="00873866"/>
    <w:rsid w:val="00874014"/>
    <w:rsid w:val="008879E1"/>
    <w:rsid w:val="008B1ACB"/>
    <w:rsid w:val="008B5BC8"/>
    <w:rsid w:val="008B6968"/>
    <w:rsid w:val="008C634A"/>
    <w:rsid w:val="008F344A"/>
    <w:rsid w:val="008F564A"/>
    <w:rsid w:val="00901861"/>
    <w:rsid w:val="009018E9"/>
    <w:rsid w:val="009058B4"/>
    <w:rsid w:val="009073E3"/>
    <w:rsid w:val="00915ABB"/>
    <w:rsid w:val="009226D2"/>
    <w:rsid w:val="00924B8A"/>
    <w:rsid w:val="0099116D"/>
    <w:rsid w:val="009943D8"/>
    <w:rsid w:val="009A025D"/>
    <w:rsid w:val="009B28C9"/>
    <w:rsid w:val="009C019E"/>
    <w:rsid w:val="009C0401"/>
    <w:rsid w:val="009D3609"/>
    <w:rsid w:val="009D48BC"/>
    <w:rsid w:val="00A0494E"/>
    <w:rsid w:val="00A202E8"/>
    <w:rsid w:val="00A2275F"/>
    <w:rsid w:val="00A31C3F"/>
    <w:rsid w:val="00A32F0C"/>
    <w:rsid w:val="00A55530"/>
    <w:rsid w:val="00AA240D"/>
    <w:rsid w:val="00AC5F64"/>
    <w:rsid w:val="00AC65C9"/>
    <w:rsid w:val="00AF31BB"/>
    <w:rsid w:val="00B039B2"/>
    <w:rsid w:val="00B2354A"/>
    <w:rsid w:val="00B33A25"/>
    <w:rsid w:val="00B350C3"/>
    <w:rsid w:val="00B37FCC"/>
    <w:rsid w:val="00B56232"/>
    <w:rsid w:val="00B6693A"/>
    <w:rsid w:val="00BD2E91"/>
    <w:rsid w:val="00BF7D64"/>
    <w:rsid w:val="00C20914"/>
    <w:rsid w:val="00C26A2F"/>
    <w:rsid w:val="00C333D9"/>
    <w:rsid w:val="00C56DD9"/>
    <w:rsid w:val="00C758AD"/>
    <w:rsid w:val="00C87634"/>
    <w:rsid w:val="00CD1AAC"/>
    <w:rsid w:val="00CF3BFA"/>
    <w:rsid w:val="00D1191A"/>
    <w:rsid w:val="00D20846"/>
    <w:rsid w:val="00D223E7"/>
    <w:rsid w:val="00D450A3"/>
    <w:rsid w:val="00D56296"/>
    <w:rsid w:val="00D60BE4"/>
    <w:rsid w:val="00D774CA"/>
    <w:rsid w:val="00D86C4C"/>
    <w:rsid w:val="00DA3E49"/>
    <w:rsid w:val="00DB5100"/>
    <w:rsid w:val="00DD0877"/>
    <w:rsid w:val="00DD38CE"/>
    <w:rsid w:val="00DF23A3"/>
    <w:rsid w:val="00DF7EE7"/>
    <w:rsid w:val="00E003D6"/>
    <w:rsid w:val="00E21C6A"/>
    <w:rsid w:val="00E548DF"/>
    <w:rsid w:val="00ED6F5C"/>
    <w:rsid w:val="00EE04A7"/>
    <w:rsid w:val="00EE47B9"/>
    <w:rsid w:val="00EF6588"/>
    <w:rsid w:val="00F079D9"/>
    <w:rsid w:val="00F2216F"/>
    <w:rsid w:val="00F275F5"/>
    <w:rsid w:val="00F365E0"/>
    <w:rsid w:val="00F7419B"/>
    <w:rsid w:val="00F92125"/>
    <w:rsid w:val="00F960CB"/>
    <w:rsid w:val="00FB7CDD"/>
    <w:rsid w:val="00FD161B"/>
    <w:rsid w:val="00FE6AD4"/>
    <w:rsid w:val="00FF0425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01F22"/>
  <w15:chartTrackingRefBased/>
  <w15:docId w15:val="{212CEAEC-0AF5-D14C-9211-00A7E49D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71526"/>
  </w:style>
  <w:style w:type="paragraph" w:styleId="Rodap">
    <w:name w:val="footer"/>
    <w:basedOn w:val="Normal"/>
    <w:link w:val="Rodap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71526"/>
  </w:style>
  <w:style w:type="paragraph" w:styleId="PargrafodaLista">
    <w:name w:val="List Paragraph"/>
    <w:basedOn w:val="Normal"/>
    <w:uiPriority w:val="34"/>
    <w:qFormat/>
    <w:rsid w:val="00B350C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84498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562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table" w:styleId="TabelacomGrelha">
    <w:name w:val="Table Grid"/>
    <w:basedOn w:val="Tabelanormal"/>
    <w:uiPriority w:val="39"/>
    <w:rsid w:val="00D45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NoResolvida">
    <w:name w:val="Unresolved Mention"/>
    <w:basedOn w:val="Tipodeletrapredefinidodopargrafo"/>
    <w:uiPriority w:val="99"/>
    <w:semiHidden/>
    <w:unhideWhenUsed/>
    <w:rsid w:val="00A31C3F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A31C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dolfopinto/Dropbox/2020-2021/CC%20Atividades%20Novo%20Design/Novodesig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9560FD-8181-DE40-9DBE-3EBF5E7F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Novodesign.dotx</Template>
  <TotalTime>12</TotalTime>
  <Pages>1</Pages>
  <Words>41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Rodolfo Duarte Pinto</cp:lastModifiedBy>
  <cp:revision>6</cp:revision>
  <dcterms:created xsi:type="dcterms:W3CDTF">2022-02-03T15:11:00Z</dcterms:created>
  <dcterms:modified xsi:type="dcterms:W3CDTF">2022-05-20T12:35:00Z</dcterms:modified>
</cp:coreProperties>
</file>